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2"/>
        <w:gridCol w:w="568"/>
        <w:gridCol w:w="3828"/>
      </w:tblGrid>
      <w:tr w:rsidR="00E85637" w14:paraId="25DABFF4" w14:textId="77777777" w:rsidTr="00490597">
        <w:trPr>
          <w:cantSplit/>
          <w:trHeight w:val="456"/>
        </w:trPr>
        <w:tc>
          <w:tcPr>
            <w:tcW w:w="5323" w:type="dxa"/>
            <w:vMerge w:val="restart"/>
          </w:tcPr>
          <w:p w14:paraId="65300284" w14:textId="5D1E5A96" w:rsidR="000C164C" w:rsidRPr="00B5528E" w:rsidRDefault="007F16AB" w:rsidP="00490597">
            <w:pPr>
              <w:framePr w:w="9841" w:h="2071" w:wrap="notBeside" w:vAnchor="page" w:hAnchor="page" w:x="1576" w:y="3063"/>
            </w:pPr>
            <w:r>
              <w:t xml:space="preserve">Kanepi </w:t>
            </w:r>
            <w:r w:rsidR="00363AE2">
              <w:t>V</w:t>
            </w:r>
            <w:r w:rsidR="000C164C" w:rsidRPr="00B5528E">
              <w:t>allavalitsus</w:t>
            </w:r>
          </w:p>
          <w:p w14:paraId="5046963E" w14:textId="5E980A94" w:rsidR="00E85637" w:rsidRDefault="001C34B2" w:rsidP="00FB783C">
            <w:pPr>
              <w:framePr w:w="9841" w:h="2071" w:wrap="notBeside" w:vAnchor="page" w:hAnchor="page" w:x="1576" w:y="3063"/>
            </w:pPr>
            <w:r w:rsidRPr="001C34B2">
              <w:t>vald@kanepi.ee</w:t>
            </w:r>
          </w:p>
        </w:tc>
        <w:tc>
          <w:tcPr>
            <w:tcW w:w="552" w:type="dxa"/>
            <w:noWrap/>
          </w:tcPr>
          <w:p w14:paraId="3EFEB791" w14:textId="0F122A6D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3843" w:type="dxa"/>
            <w:tcMar>
              <w:left w:w="85" w:type="dxa"/>
            </w:tcMar>
          </w:tcPr>
          <w:p w14:paraId="4CD516DB" w14:textId="0E87E969" w:rsidR="00E85637" w:rsidRDefault="00E85637" w:rsidP="00490597">
            <w:pPr>
              <w:framePr w:w="9841" w:h="2071" w:wrap="notBeside" w:vAnchor="page" w:hAnchor="page" w:x="1576" w:y="3063"/>
            </w:pPr>
          </w:p>
        </w:tc>
      </w:tr>
      <w:tr w:rsidR="00E85637" w14:paraId="3CDDDF0A" w14:textId="77777777" w:rsidTr="00490597">
        <w:trPr>
          <w:cantSplit/>
          <w:trHeight w:val="598"/>
        </w:trPr>
        <w:tc>
          <w:tcPr>
            <w:tcW w:w="5323" w:type="dxa"/>
            <w:vMerge/>
          </w:tcPr>
          <w:p w14:paraId="5402B8CC" w14:textId="77777777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552" w:type="dxa"/>
            <w:noWrap/>
          </w:tcPr>
          <w:p w14:paraId="07785D0E" w14:textId="46F263CD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3843" w:type="dxa"/>
            <w:tcMar>
              <w:left w:w="85" w:type="dxa"/>
            </w:tcMar>
          </w:tcPr>
          <w:p w14:paraId="2BFA2908" w14:textId="77777777" w:rsidR="00E552EE" w:rsidRDefault="000C164C" w:rsidP="00490597">
            <w:pPr>
              <w:framePr w:w="9841" w:h="2071" w:wrap="notBeside" w:vAnchor="page" w:hAnchor="page" w:x="1576" w:y="3063"/>
            </w:pPr>
            <w:r>
              <w:t xml:space="preserve">(digitaalallkirja kuupäev) </w:t>
            </w:r>
          </w:p>
          <w:p w14:paraId="2F9687A0" w14:textId="797F276D" w:rsidR="00E85637" w:rsidRDefault="000C164C" w:rsidP="00490597">
            <w:pPr>
              <w:framePr w:w="9841" w:h="2071" w:wrap="notBeside" w:vAnchor="page" w:hAnchor="page" w:x="1576" w:y="3063"/>
            </w:pPr>
            <w:r>
              <w:t xml:space="preserve"> </w:t>
            </w:r>
            <w:r w:rsidR="00356C40">
              <w:t xml:space="preserve">nr </w:t>
            </w:r>
            <w:r>
              <w:t xml:space="preserve"> </w:t>
            </w:r>
            <w:r w:rsidR="001B6C0E" w:rsidRPr="001B6C0E">
              <w:t>3-1.60/</w:t>
            </w:r>
          </w:p>
        </w:tc>
      </w:tr>
      <w:tr w:rsidR="00E85637" w14:paraId="1F2D8EB9" w14:textId="77777777" w:rsidTr="00490597">
        <w:trPr>
          <w:cantSplit/>
          <w:trHeight w:hRule="exact" w:val="17"/>
        </w:trPr>
        <w:tc>
          <w:tcPr>
            <w:tcW w:w="5323" w:type="dxa"/>
          </w:tcPr>
          <w:p w14:paraId="26C25B46" w14:textId="77777777" w:rsidR="00E85637" w:rsidRDefault="00A9445B" w:rsidP="00490597">
            <w:pPr>
              <w:framePr w:w="9841" w:h="2071" w:wrap="notBeside" w:vAnchor="page" w:hAnchor="page" w:x="1576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52" w:type="dxa"/>
            <w:noWrap/>
          </w:tcPr>
          <w:p w14:paraId="093461B4" w14:textId="77777777" w:rsidR="00E85637" w:rsidRDefault="00A9445B" w:rsidP="00490597">
            <w:pPr>
              <w:framePr w:w="9841" w:h="2071" w:wrap="notBeside" w:vAnchor="page" w:hAnchor="page" w:x="1576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843" w:type="dxa"/>
          </w:tcPr>
          <w:p w14:paraId="3994DEA1" w14:textId="77777777" w:rsidR="00E85637" w:rsidRDefault="00E85637" w:rsidP="00490597">
            <w:pPr>
              <w:framePr w:w="9841" w:h="2071" w:wrap="notBeside" w:vAnchor="page" w:hAnchor="page" w:x="1576" w:y="3063"/>
            </w:pPr>
          </w:p>
        </w:tc>
      </w:tr>
    </w:tbl>
    <w:p w14:paraId="31C90695" w14:textId="77777777" w:rsidR="00E85637" w:rsidRDefault="00E85637" w:rsidP="00490597">
      <w:pPr>
        <w:framePr w:w="9841" w:h="2071" w:wrap="notBeside" w:vAnchor="page" w:hAnchor="page" w:x="1576" w:y="3063"/>
        <w:rPr>
          <w:sz w:val="12"/>
        </w:rPr>
      </w:pPr>
    </w:p>
    <w:p w14:paraId="080E3E86" w14:textId="77777777" w:rsidR="00E85637" w:rsidRDefault="00E85637">
      <w:pPr>
        <w:rPr>
          <w:spacing w:val="0"/>
          <w:position w:val="0"/>
          <w:sz w:val="20"/>
        </w:rPr>
      </w:pPr>
    </w:p>
    <w:p w14:paraId="25815D98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2F204679" wp14:editId="6752688A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78F78" w14:textId="18F8E801" w:rsidR="000D49E7" w:rsidRDefault="007F16AB">
      <w:bookmarkStart w:id="0" w:name="_Hlk163118425"/>
      <w:r w:rsidRPr="007F16AB">
        <w:rPr>
          <w:b/>
          <w:kern w:val="28"/>
        </w:rPr>
        <w:t>Erastvere mõisapark</w:t>
      </w:r>
    </w:p>
    <w:p w14:paraId="6DBB1A2C" w14:textId="77777777" w:rsidR="00E85637" w:rsidRDefault="00E85637">
      <w:pPr>
        <w:rPr>
          <w:sz w:val="18"/>
        </w:rPr>
      </w:pPr>
    </w:p>
    <w:p w14:paraId="3DE7EC38" w14:textId="77777777" w:rsidR="00E85637" w:rsidRDefault="00E85637">
      <w:pPr>
        <w:sectPr w:rsidR="00E85637" w:rsidSect="00981982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E59AC93" w14:textId="77777777" w:rsidR="00733269" w:rsidRDefault="001D4B18" w:rsidP="005157A7">
      <w:pPr>
        <w:jc w:val="both"/>
        <w:rPr>
          <w:szCs w:val="24"/>
        </w:rPr>
      </w:pPr>
      <w:r w:rsidRPr="001D4B18">
        <w:rPr>
          <w:szCs w:val="24"/>
        </w:rPr>
        <w:t xml:space="preserve">Anname teada, et RMK-l on plaanis käesoleva aasta </w:t>
      </w:r>
      <w:r>
        <w:rPr>
          <w:szCs w:val="24"/>
        </w:rPr>
        <w:t>suvel</w:t>
      </w:r>
      <w:r w:rsidRPr="001D4B18">
        <w:rPr>
          <w:szCs w:val="24"/>
        </w:rPr>
        <w:t xml:space="preserve"> </w:t>
      </w:r>
      <w:r w:rsidR="007F16AB" w:rsidRPr="007F16AB">
        <w:rPr>
          <w:szCs w:val="24"/>
        </w:rPr>
        <w:t>Erastvere järv</w:t>
      </w:r>
      <w:r w:rsidR="007F16AB">
        <w:rPr>
          <w:szCs w:val="24"/>
        </w:rPr>
        <w:t>e</w:t>
      </w:r>
      <w:r w:rsidR="007F16AB" w:rsidRPr="007F16AB">
        <w:rPr>
          <w:szCs w:val="24"/>
        </w:rPr>
        <w:t xml:space="preserve"> ja par</w:t>
      </w:r>
      <w:r w:rsidR="007F16AB">
        <w:rPr>
          <w:szCs w:val="24"/>
        </w:rPr>
        <w:t>gi</w:t>
      </w:r>
      <w:r w:rsidR="007F16AB" w:rsidRPr="007F16AB">
        <w:rPr>
          <w:szCs w:val="24"/>
        </w:rPr>
        <w:t xml:space="preserve"> </w:t>
      </w:r>
      <w:r w:rsidR="00C726E6" w:rsidRPr="00C726E6">
        <w:rPr>
          <w:szCs w:val="24"/>
        </w:rPr>
        <w:t xml:space="preserve">kogukonnaalal (endise nimega kõrgendatud avaliku huviga ehk KAH-ala) </w:t>
      </w:r>
      <w:r w:rsidR="002962C3">
        <w:rPr>
          <w:szCs w:val="24"/>
        </w:rPr>
        <w:t xml:space="preserve">teha </w:t>
      </w:r>
      <w:r w:rsidR="00206E89">
        <w:rPr>
          <w:szCs w:val="24"/>
        </w:rPr>
        <w:t xml:space="preserve">hooldustöid </w:t>
      </w:r>
      <w:r w:rsidR="007F16AB" w:rsidRPr="007F16AB">
        <w:rPr>
          <w:szCs w:val="24"/>
        </w:rPr>
        <w:t>Erastvere mõisapar</w:t>
      </w:r>
      <w:r w:rsidR="007F16AB">
        <w:rPr>
          <w:szCs w:val="24"/>
        </w:rPr>
        <w:t>g</w:t>
      </w:r>
      <w:r w:rsidR="00206E89">
        <w:rPr>
          <w:szCs w:val="24"/>
        </w:rPr>
        <w:t>is</w:t>
      </w:r>
      <w:r w:rsidR="00287A83">
        <w:rPr>
          <w:szCs w:val="24"/>
        </w:rPr>
        <w:t>.</w:t>
      </w:r>
    </w:p>
    <w:p w14:paraId="542AEE1C" w14:textId="59ECD950" w:rsidR="00733269" w:rsidRDefault="00287A83" w:rsidP="005157A7">
      <w:pPr>
        <w:jc w:val="both"/>
        <w:rPr>
          <w:szCs w:val="24"/>
        </w:rPr>
      </w:pPr>
      <w:r>
        <w:rPr>
          <w:szCs w:val="24"/>
        </w:rPr>
        <w:t xml:space="preserve"> </w:t>
      </w:r>
    </w:p>
    <w:p w14:paraId="21A637A4" w14:textId="483C3AE2" w:rsidR="00733269" w:rsidRDefault="00733269" w:rsidP="005157A7">
      <w:pPr>
        <w:jc w:val="both"/>
        <w:rPr>
          <w:szCs w:val="24"/>
        </w:rPr>
      </w:pPr>
      <w:r w:rsidRPr="00733269">
        <w:rPr>
          <w:szCs w:val="24"/>
        </w:rPr>
        <w:t>Langeta</w:t>
      </w:r>
      <w:r>
        <w:rPr>
          <w:szCs w:val="24"/>
        </w:rPr>
        <w:t xml:space="preserve">me </w:t>
      </w:r>
      <w:r w:rsidRPr="00733269">
        <w:rPr>
          <w:szCs w:val="24"/>
        </w:rPr>
        <w:t xml:space="preserve">üraskikahjustuse tõttu </w:t>
      </w:r>
      <w:r w:rsidR="00624835">
        <w:rPr>
          <w:szCs w:val="24"/>
        </w:rPr>
        <w:t>kuivanud</w:t>
      </w:r>
      <w:r w:rsidRPr="00733269">
        <w:rPr>
          <w:szCs w:val="24"/>
        </w:rPr>
        <w:t xml:space="preserve"> kuus</w:t>
      </w:r>
      <w:r>
        <w:rPr>
          <w:szCs w:val="24"/>
        </w:rPr>
        <w:t xml:space="preserve">ed, langenud puutüved tükeldame ja kasutame osaliselt </w:t>
      </w:r>
      <w:r w:rsidR="00B77FA1">
        <w:rPr>
          <w:szCs w:val="24"/>
        </w:rPr>
        <w:t>Er</w:t>
      </w:r>
      <w:r w:rsidR="00C00E20">
        <w:rPr>
          <w:szCs w:val="24"/>
        </w:rPr>
        <w:t xml:space="preserve">astvere pargi </w:t>
      </w:r>
      <w:r w:rsidRPr="00733269">
        <w:rPr>
          <w:szCs w:val="24"/>
        </w:rPr>
        <w:t>lõkkekoha</w:t>
      </w:r>
      <w:r w:rsidR="00624835">
        <w:rPr>
          <w:szCs w:val="24"/>
        </w:rPr>
        <w:t xml:space="preserve"> varu</w:t>
      </w:r>
      <w:r w:rsidR="009B0147">
        <w:rPr>
          <w:szCs w:val="24"/>
        </w:rPr>
        <w:t>stamiseks küttepuudega</w:t>
      </w:r>
      <w:r>
        <w:rPr>
          <w:szCs w:val="24"/>
        </w:rPr>
        <w:t>.</w:t>
      </w:r>
      <w:r w:rsidRPr="00733269">
        <w:rPr>
          <w:szCs w:val="24"/>
        </w:rPr>
        <w:t xml:space="preserve"> Parki sisenevast teest vasakule jääval hõredama puistuga alal korista</w:t>
      </w:r>
      <w:r w:rsidR="00A85099">
        <w:rPr>
          <w:szCs w:val="24"/>
        </w:rPr>
        <w:t>me</w:t>
      </w:r>
      <w:r w:rsidRPr="00733269">
        <w:rPr>
          <w:szCs w:val="24"/>
        </w:rPr>
        <w:t xml:space="preserve"> maha langenud suuremad oksad</w:t>
      </w:r>
      <w:r w:rsidR="0044233A">
        <w:rPr>
          <w:szCs w:val="24"/>
        </w:rPr>
        <w:t>.</w:t>
      </w:r>
    </w:p>
    <w:p w14:paraId="059901F5" w14:textId="77777777" w:rsidR="00733269" w:rsidRDefault="00733269" w:rsidP="005157A7">
      <w:pPr>
        <w:jc w:val="both"/>
        <w:rPr>
          <w:szCs w:val="24"/>
        </w:rPr>
      </w:pPr>
    </w:p>
    <w:p w14:paraId="1B48894B" w14:textId="22D97267" w:rsidR="005157A7" w:rsidRPr="006D395C" w:rsidRDefault="00FD1F35" w:rsidP="005157A7">
      <w:pPr>
        <w:jc w:val="both"/>
        <w:rPr>
          <w:szCs w:val="24"/>
        </w:rPr>
      </w:pPr>
      <w:r w:rsidRPr="00FD1F35">
        <w:rPr>
          <w:szCs w:val="24"/>
        </w:rPr>
        <w:t xml:space="preserve">Töid teeme maaüksusel </w:t>
      </w:r>
      <w:r w:rsidR="007F16AB">
        <w:rPr>
          <w:szCs w:val="24"/>
        </w:rPr>
        <w:t>Kanepi</w:t>
      </w:r>
      <w:r w:rsidR="00627CDC">
        <w:rPr>
          <w:szCs w:val="24"/>
        </w:rPr>
        <w:t xml:space="preserve"> vallas </w:t>
      </w:r>
      <w:r w:rsidR="007F16AB" w:rsidRPr="007F16AB">
        <w:rPr>
          <w:szCs w:val="24"/>
        </w:rPr>
        <w:t xml:space="preserve">Erastvere metskond 46 </w:t>
      </w:r>
      <w:r w:rsidRPr="00FD1F35">
        <w:rPr>
          <w:szCs w:val="24"/>
        </w:rPr>
        <w:t xml:space="preserve">(katastritunnusega </w:t>
      </w:r>
      <w:r w:rsidR="007F16AB" w:rsidRPr="007F16AB">
        <w:rPr>
          <w:szCs w:val="24"/>
        </w:rPr>
        <w:t>28401:001:0696</w:t>
      </w:r>
      <w:r w:rsidR="000D61DC">
        <w:rPr>
          <w:szCs w:val="24"/>
        </w:rPr>
        <w:t>;</w:t>
      </w:r>
      <w:r w:rsidR="00D61ABE" w:rsidRPr="00D61ABE">
        <w:t xml:space="preserve"> </w:t>
      </w:r>
      <w:r w:rsidR="00D61ABE">
        <w:t xml:space="preserve">kvartal </w:t>
      </w:r>
      <w:r w:rsidR="007F16AB" w:rsidRPr="007F16AB">
        <w:rPr>
          <w:szCs w:val="24"/>
        </w:rPr>
        <w:t>EV210</w:t>
      </w:r>
      <w:r w:rsidR="000D61DC">
        <w:rPr>
          <w:szCs w:val="24"/>
        </w:rPr>
        <w:t xml:space="preserve"> </w:t>
      </w:r>
      <w:r w:rsidRPr="00FD1F35">
        <w:rPr>
          <w:szCs w:val="24"/>
        </w:rPr>
        <w:t>).</w:t>
      </w:r>
      <w:r w:rsidR="00206E89">
        <w:rPr>
          <w:szCs w:val="24"/>
        </w:rPr>
        <w:t xml:space="preserve"> </w:t>
      </w:r>
      <w:r w:rsidR="00F15C7A">
        <w:rPr>
          <w:szCs w:val="24"/>
        </w:rPr>
        <w:t>T</w:t>
      </w:r>
      <w:r w:rsidR="000E65B0">
        <w:rPr>
          <w:szCs w:val="24"/>
        </w:rPr>
        <w:t xml:space="preserve">ööde </w:t>
      </w:r>
      <w:r w:rsidR="00081084">
        <w:rPr>
          <w:szCs w:val="24"/>
        </w:rPr>
        <w:t xml:space="preserve">ala </w:t>
      </w:r>
      <w:r w:rsidR="00C93F78">
        <w:rPr>
          <w:szCs w:val="24"/>
        </w:rPr>
        <w:t xml:space="preserve">asub </w:t>
      </w:r>
      <w:r w:rsidR="007F16AB">
        <w:rPr>
          <w:szCs w:val="24"/>
        </w:rPr>
        <w:t>kaitsealuse</w:t>
      </w:r>
      <w:r w:rsidR="0064049B">
        <w:rPr>
          <w:szCs w:val="24"/>
        </w:rPr>
        <w:t xml:space="preserve"> </w:t>
      </w:r>
      <w:r w:rsidR="007F16AB">
        <w:rPr>
          <w:szCs w:val="24"/>
        </w:rPr>
        <w:t>Erastvere pargi</w:t>
      </w:r>
      <w:r w:rsidR="00E874EA" w:rsidRPr="00E874EA">
        <w:rPr>
          <w:szCs w:val="24"/>
        </w:rPr>
        <w:t xml:space="preserve"> </w:t>
      </w:r>
      <w:r w:rsidR="00152894" w:rsidRPr="00152894">
        <w:rPr>
          <w:szCs w:val="24"/>
        </w:rPr>
        <w:t>piiranguvöönd</w:t>
      </w:r>
      <w:r w:rsidR="00F92D58">
        <w:rPr>
          <w:szCs w:val="24"/>
        </w:rPr>
        <w:t>is</w:t>
      </w:r>
      <w:r w:rsidR="00206E89">
        <w:rPr>
          <w:szCs w:val="24"/>
        </w:rPr>
        <w:t xml:space="preserve"> </w:t>
      </w:r>
      <w:r w:rsidR="00FE65B7">
        <w:rPr>
          <w:szCs w:val="24"/>
        </w:rPr>
        <w:t xml:space="preserve">ja </w:t>
      </w:r>
      <w:r w:rsidR="00942968">
        <w:rPr>
          <w:szCs w:val="24"/>
        </w:rPr>
        <w:t>töö</w:t>
      </w:r>
      <w:r w:rsidR="00733269">
        <w:rPr>
          <w:szCs w:val="24"/>
        </w:rPr>
        <w:t>d teeme</w:t>
      </w:r>
      <w:r w:rsidR="00171928" w:rsidRPr="006D395C">
        <w:rPr>
          <w:szCs w:val="24"/>
        </w:rPr>
        <w:t xml:space="preserve"> </w:t>
      </w:r>
      <w:r w:rsidR="00942968" w:rsidRPr="006D395C">
        <w:rPr>
          <w:szCs w:val="24"/>
        </w:rPr>
        <w:t xml:space="preserve">kooskõlastatult Keskkonnaametiga. </w:t>
      </w:r>
      <w:r w:rsidR="00214899" w:rsidRPr="006D395C">
        <w:rPr>
          <w:szCs w:val="24"/>
        </w:rPr>
        <w:t xml:space="preserve"> </w:t>
      </w:r>
    </w:p>
    <w:p w14:paraId="4809195F" w14:textId="77777777" w:rsidR="00287A83" w:rsidRDefault="00287A83" w:rsidP="005157A7">
      <w:pPr>
        <w:jc w:val="both"/>
        <w:rPr>
          <w:szCs w:val="24"/>
        </w:rPr>
      </w:pPr>
    </w:p>
    <w:p w14:paraId="463A78B8" w14:textId="0CF1BCD2" w:rsidR="00356FCD" w:rsidRDefault="007F16AB" w:rsidP="005157A7">
      <w:pPr>
        <w:jc w:val="both"/>
        <w:rPr>
          <w:szCs w:val="24"/>
        </w:rPr>
      </w:pPr>
      <w:r>
        <w:rPr>
          <w:szCs w:val="24"/>
        </w:rPr>
        <w:t>K</w:t>
      </w:r>
      <w:r w:rsidRPr="007F16AB">
        <w:rPr>
          <w:szCs w:val="24"/>
        </w:rPr>
        <w:t>ülastajate ohutus</w:t>
      </w:r>
      <w:r>
        <w:rPr>
          <w:szCs w:val="24"/>
        </w:rPr>
        <w:t xml:space="preserve">e tagamiseks </w:t>
      </w:r>
      <w:r w:rsidRPr="007F16AB">
        <w:rPr>
          <w:szCs w:val="24"/>
        </w:rPr>
        <w:t>paranda</w:t>
      </w:r>
      <w:r>
        <w:rPr>
          <w:szCs w:val="24"/>
        </w:rPr>
        <w:t>takse</w:t>
      </w:r>
      <w:r w:rsidRPr="007F16AB">
        <w:rPr>
          <w:szCs w:val="24"/>
        </w:rPr>
        <w:t xml:space="preserve"> radade läbitavust ja </w:t>
      </w:r>
      <w:r w:rsidR="00206E89">
        <w:rPr>
          <w:szCs w:val="24"/>
        </w:rPr>
        <w:t>eemaldatakse</w:t>
      </w:r>
      <w:r>
        <w:rPr>
          <w:szCs w:val="24"/>
        </w:rPr>
        <w:t xml:space="preserve"> ohtlikud puud</w:t>
      </w:r>
      <w:r w:rsidR="00425E65">
        <w:rPr>
          <w:szCs w:val="24"/>
        </w:rPr>
        <w:t xml:space="preserve">. </w:t>
      </w:r>
    </w:p>
    <w:p w14:paraId="70611003" w14:textId="77777777" w:rsidR="00425E65" w:rsidRPr="000928F5" w:rsidRDefault="00425E65" w:rsidP="005157A7">
      <w:pPr>
        <w:jc w:val="both"/>
        <w:rPr>
          <w:szCs w:val="24"/>
        </w:rPr>
      </w:pPr>
    </w:p>
    <w:p w14:paraId="799DF0E3" w14:textId="5A6B0084" w:rsidR="00D03F67" w:rsidRDefault="00733269" w:rsidP="00FB783C">
      <w:pPr>
        <w:rPr>
          <w:color w:val="000000" w:themeColor="text1"/>
          <w:szCs w:val="24"/>
        </w:rPr>
      </w:pPr>
      <w:r>
        <w:rPr>
          <w:b/>
          <w:noProof/>
          <w:szCs w:val="24"/>
        </w:rPr>
        <w:drawing>
          <wp:inline distT="0" distB="0" distL="0" distR="0" wp14:anchorId="55FFB4D3" wp14:editId="49ABDDA5">
            <wp:extent cx="5760720" cy="2915285"/>
            <wp:effectExtent l="0" t="0" r="0" b="0"/>
            <wp:docPr id="1941333010" name="Pilt 1" descr="Pilt, millel on kujutatud kaart, muru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333010" name="Pilt 1" descr="Pilt, millel on kujutatud kaart, muru&#10;&#10;Tehisintellekti genereeritud sisu võib olla ebatõene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0D814C6" w14:textId="089282CA" w:rsidR="00A36506" w:rsidRDefault="00A36506" w:rsidP="00FB783C">
      <w:pPr>
        <w:rPr>
          <w:color w:val="000000" w:themeColor="text1"/>
          <w:szCs w:val="24"/>
        </w:rPr>
      </w:pPr>
    </w:p>
    <w:p w14:paraId="53329667" w14:textId="57D3020C" w:rsidR="00E9637D" w:rsidRDefault="00E9637D" w:rsidP="00FB783C">
      <w:pPr>
        <w:rPr>
          <w:color w:val="000000" w:themeColor="text1"/>
          <w:szCs w:val="24"/>
        </w:rPr>
      </w:pPr>
    </w:p>
    <w:p w14:paraId="0818CC89" w14:textId="5EA8C278" w:rsidR="00425E65" w:rsidRDefault="00507B31" w:rsidP="00425E65">
      <w:pPr>
        <w:jc w:val="both"/>
        <w:rPr>
          <w:color w:val="000000" w:themeColor="text1"/>
          <w:szCs w:val="24"/>
        </w:rPr>
      </w:pPr>
      <w:r w:rsidRPr="00507B31">
        <w:rPr>
          <w:color w:val="000000" w:themeColor="text1"/>
          <w:szCs w:val="24"/>
        </w:rPr>
        <w:t xml:space="preserve">Joonis. </w:t>
      </w:r>
      <w:r w:rsidR="00733269" w:rsidRPr="00733269">
        <w:rPr>
          <w:color w:val="000000" w:themeColor="text1"/>
          <w:szCs w:val="24"/>
        </w:rPr>
        <w:t xml:space="preserve">Punase punktiirjoonega tähistatud tööaladel </w:t>
      </w:r>
      <w:r w:rsidR="00733269">
        <w:rPr>
          <w:color w:val="000000" w:themeColor="text1"/>
          <w:szCs w:val="24"/>
        </w:rPr>
        <w:t>hekseldame</w:t>
      </w:r>
      <w:r w:rsidR="00733269" w:rsidRPr="00733269">
        <w:rPr>
          <w:color w:val="000000" w:themeColor="text1"/>
          <w:szCs w:val="24"/>
        </w:rPr>
        <w:t>; oranži joonega piiritletud alalt korista</w:t>
      </w:r>
      <w:r w:rsidR="001C611D">
        <w:rPr>
          <w:color w:val="000000" w:themeColor="text1"/>
          <w:szCs w:val="24"/>
        </w:rPr>
        <w:t>me</w:t>
      </w:r>
      <w:r w:rsidR="00733269" w:rsidRPr="00733269">
        <w:rPr>
          <w:color w:val="000000" w:themeColor="text1"/>
          <w:szCs w:val="24"/>
        </w:rPr>
        <w:t xml:space="preserve"> ära sinna murdunud suuremad oksad; siniste punktidega on tähistatud kaks langetatavat kuivanud kuuske ja üks murdunud nulg</w:t>
      </w:r>
      <w:r w:rsidR="001C611D">
        <w:rPr>
          <w:color w:val="000000" w:themeColor="text1"/>
          <w:szCs w:val="24"/>
        </w:rPr>
        <w:t>.</w:t>
      </w:r>
    </w:p>
    <w:p w14:paraId="1C93EE43" w14:textId="77777777" w:rsidR="007F16AB" w:rsidRDefault="007F16AB" w:rsidP="00425E65">
      <w:pPr>
        <w:jc w:val="both"/>
        <w:rPr>
          <w:color w:val="000000" w:themeColor="text1"/>
          <w:szCs w:val="24"/>
        </w:rPr>
      </w:pPr>
    </w:p>
    <w:p w14:paraId="6EDAB115" w14:textId="0D4478A3" w:rsidR="00425E65" w:rsidRDefault="00425E65" w:rsidP="00425E65">
      <w:pPr>
        <w:jc w:val="both"/>
        <w:rPr>
          <w:szCs w:val="24"/>
        </w:rPr>
      </w:pPr>
      <w:r w:rsidRPr="000928F5">
        <w:rPr>
          <w:szCs w:val="24"/>
        </w:rPr>
        <w:t>Tö</w:t>
      </w:r>
      <w:r w:rsidR="00206E89">
        <w:rPr>
          <w:szCs w:val="24"/>
        </w:rPr>
        <w:t>i</w:t>
      </w:r>
      <w:r w:rsidRPr="000928F5">
        <w:rPr>
          <w:szCs w:val="24"/>
        </w:rPr>
        <w:t xml:space="preserve">d plaanime teha </w:t>
      </w:r>
      <w:r w:rsidR="0087293A">
        <w:rPr>
          <w:szCs w:val="24"/>
        </w:rPr>
        <w:t xml:space="preserve">vahemikus </w:t>
      </w:r>
      <w:r w:rsidR="00733269">
        <w:rPr>
          <w:szCs w:val="24"/>
        </w:rPr>
        <w:t>juuli</w:t>
      </w:r>
      <w:r w:rsidR="0087293A">
        <w:rPr>
          <w:szCs w:val="24"/>
        </w:rPr>
        <w:t xml:space="preserve">st ja </w:t>
      </w:r>
      <w:r w:rsidR="00733269">
        <w:rPr>
          <w:szCs w:val="24"/>
        </w:rPr>
        <w:t>septembri</w:t>
      </w:r>
      <w:r w:rsidR="0087293A">
        <w:rPr>
          <w:szCs w:val="24"/>
        </w:rPr>
        <w:t>ni</w:t>
      </w:r>
      <w:r w:rsidRPr="00F94B3C">
        <w:rPr>
          <w:szCs w:val="24"/>
        </w:rPr>
        <w:t>.</w:t>
      </w:r>
    </w:p>
    <w:p w14:paraId="0A3F1F9A" w14:textId="77777777" w:rsidR="006344CF" w:rsidRDefault="006344CF"/>
    <w:p w14:paraId="0B1BD9CD" w14:textId="77777777" w:rsidR="006344CF" w:rsidRDefault="006344CF"/>
    <w:p w14:paraId="04653F06" w14:textId="32ABFD29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FB3CC58" w14:textId="77777777" w:rsidR="006344CF" w:rsidRDefault="006344CF"/>
    <w:p w14:paraId="5614A806" w14:textId="757EF645" w:rsidR="00E85637" w:rsidRDefault="00460B46">
      <w:pPr>
        <w:rPr>
          <w:spacing w:val="0"/>
          <w:position w:val="0"/>
        </w:rPr>
      </w:pPr>
      <w:r w:rsidRPr="00460B46">
        <w:rPr>
          <w:spacing w:val="0"/>
          <w:position w:val="0"/>
        </w:rPr>
        <w:t>(allkirjastatud digitaalselt)</w:t>
      </w:r>
    </w:p>
    <w:p w14:paraId="22BA9B6C" w14:textId="77777777" w:rsidR="00490597" w:rsidRDefault="00490597">
      <w:pPr>
        <w:rPr>
          <w:spacing w:val="0"/>
          <w:position w:val="0"/>
        </w:rPr>
      </w:pPr>
    </w:p>
    <w:p w14:paraId="23BFBD14" w14:textId="77777777" w:rsidR="00E85637" w:rsidRDefault="00E85637">
      <w:pPr>
        <w:rPr>
          <w:sz w:val="2"/>
        </w:rPr>
      </w:pPr>
    </w:p>
    <w:p w14:paraId="78AD24EA" w14:textId="77777777" w:rsidR="005903B4" w:rsidRDefault="005903B4" w:rsidP="005903B4">
      <w:r>
        <w:t>Risto Sepp</w:t>
      </w:r>
    </w:p>
    <w:p w14:paraId="0DC57957" w14:textId="08BA418F" w:rsidR="00E85637" w:rsidRDefault="001F515D" w:rsidP="005903B4">
      <w:r>
        <w:t xml:space="preserve">Kagu </w:t>
      </w:r>
      <w:r w:rsidR="00D304FB">
        <w:t>r</w:t>
      </w:r>
      <w:r>
        <w:t>egioon</w:t>
      </w:r>
    </w:p>
    <w:p w14:paraId="552D4333" w14:textId="63F09E44" w:rsidR="001009E2" w:rsidRDefault="001009E2" w:rsidP="005903B4">
      <w:r w:rsidRPr="001009E2">
        <w:t>Kaasamisspetsialist</w:t>
      </w:r>
    </w:p>
    <w:p w14:paraId="2F0CAAFB" w14:textId="77777777" w:rsidR="00FF01AC" w:rsidRDefault="005903B4">
      <w:r w:rsidRPr="005903B4">
        <w:t xml:space="preserve">513 0147  </w:t>
      </w:r>
    </w:p>
    <w:p w14:paraId="5B5EA7F2" w14:textId="697E01F0" w:rsidR="00E85637" w:rsidRDefault="00AF3BA8">
      <w:r>
        <w:t>Risto.Sepp</w:t>
      </w:r>
      <w:r w:rsidR="005903B4" w:rsidRPr="005903B4">
        <w:t>@rmk.ee</w:t>
      </w:r>
    </w:p>
    <w:p w14:paraId="595DDACF" w14:textId="77777777" w:rsidR="00E85637" w:rsidRDefault="00E85637"/>
    <w:sectPr w:rsidR="00E85637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15DE5" w14:textId="77777777" w:rsidR="00420D25" w:rsidRDefault="00420D25">
      <w:r>
        <w:separator/>
      </w:r>
    </w:p>
  </w:endnote>
  <w:endnote w:type="continuationSeparator" w:id="0">
    <w:p w14:paraId="1514C8A7" w14:textId="77777777" w:rsidR="00420D25" w:rsidRDefault="00420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A808F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52D3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A23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166E7" w14:textId="77777777" w:rsidR="00420D25" w:rsidRDefault="00420D25">
      <w:r>
        <w:separator/>
      </w:r>
    </w:p>
  </w:footnote>
  <w:footnote w:type="continuationSeparator" w:id="0">
    <w:p w14:paraId="088BB7ED" w14:textId="77777777" w:rsidR="00420D25" w:rsidRDefault="00420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E7076" w14:textId="77777777" w:rsidR="00E85637" w:rsidRDefault="00A9445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DB8A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66FA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trackedChange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57"/>
    <w:rsid w:val="00000E6F"/>
    <w:rsid w:val="0001184F"/>
    <w:rsid w:val="00013B5D"/>
    <w:rsid w:val="00024662"/>
    <w:rsid w:val="00027D0C"/>
    <w:rsid w:val="00042161"/>
    <w:rsid w:val="00065CA9"/>
    <w:rsid w:val="0007425F"/>
    <w:rsid w:val="000745AC"/>
    <w:rsid w:val="00081084"/>
    <w:rsid w:val="000913B6"/>
    <w:rsid w:val="000928F5"/>
    <w:rsid w:val="000A041E"/>
    <w:rsid w:val="000A2B38"/>
    <w:rsid w:val="000A46EB"/>
    <w:rsid w:val="000C0704"/>
    <w:rsid w:val="000C164C"/>
    <w:rsid w:val="000C5783"/>
    <w:rsid w:val="000D31BC"/>
    <w:rsid w:val="000D49E7"/>
    <w:rsid w:val="000D61DC"/>
    <w:rsid w:val="000E65B0"/>
    <w:rsid w:val="000F0CA1"/>
    <w:rsid w:val="000F77EF"/>
    <w:rsid w:val="001009E2"/>
    <w:rsid w:val="00126A6C"/>
    <w:rsid w:val="001324D1"/>
    <w:rsid w:val="00132E9C"/>
    <w:rsid w:val="00136ACA"/>
    <w:rsid w:val="00137E31"/>
    <w:rsid w:val="0014113A"/>
    <w:rsid w:val="00145D3D"/>
    <w:rsid w:val="00152894"/>
    <w:rsid w:val="00152E24"/>
    <w:rsid w:val="0015432F"/>
    <w:rsid w:val="001606E2"/>
    <w:rsid w:val="001614F9"/>
    <w:rsid w:val="001629A3"/>
    <w:rsid w:val="00171177"/>
    <w:rsid w:val="0017162A"/>
    <w:rsid w:val="00171928"/>
    <w:rsid w:val="00187A2D"/>
    <w:rsid w:val="00190E40"/>
    <w:rsid w:val="001A2DB0"/>
    <w:rsid w:val="001A32CF"/>
    <w:rsid w:val="001A5B42"/>
    <w:rsid w:val="001B0475"/>
    <w:rsid w:val="001B3BD2"/>
    <w:rsid w:val="001B4448"/>
    <w:rsid w:val="001B6024"/>
    <w:rsid w:val="001B6C0E"/>
    <w:rsid w:val="001C0E5E"/>
    <w:rsid w:val="001C2ADC"/>
    <w:rsid w:val="001C34B2"/>
    <w:rsid w:val="001C5061"/>
    <w:rsid w:val="001C611D"/>
    <w:rsid w:val="001D139F"/>
    <w:rsid w:val="001D4B18"/>
    <w:rsid w:val="001E574A"/>
    <w:rsid w:val="001E6F3A"/>
    <w:rsid w:val="001F468E"/>
    <w:rsid w:val="001F515D"/>
    <w:rsid w:val="001F6859"/>
    <w:rsid w:val="00201693"/>
    <w:rsid w:val="002030AD"/>
    <w:rsid w:val="00206E89"/>
    <w:rsid w:val="00214899"/>
    <w:rsid w:val="002206FD"/>
    <w:rsid w:val="00231DFB"/>
    <w:rsid w:val="002356E4"/>
    <w:rsid w:val="0024304D"/>
    <w:rsid w:val="00247218"/>
    <w:rsid w:val="0026127C"/>
    <w:rsid w:val="0026160A"/>
    <w:rsid w:val="00262C1B"/>
    <w:rsid w:val="00276BD1"/>
    <w:rsid w:val="002824BA"/>
    <w:rsid w:val="00286990"/>
    <w:rsid w:val="00287A83"/>
    <w:rsid w:val="0029570C"/>
    <w:rsid w:val="002962C3"/>
    <w:rsid w:val="002B2A9A"/>
    <w:rsid w:val="002B5E9F"/>
    <w:rsid w:val="002C23CA"/>
    <w:rsid w:val="002D050A"/>
    <w:rsid w:val="002E4BA5"/>
    <w:rsid w:val="002E64F6"/>
    <w:rsid w:val="002F774B"/>
    <w:rsid w:val="00306A19"/>
    <w:rsid w:val="0031227F"/>
    <w:rsid w:val="00317B69"/>
    <w:rsid w:val="00326150"/>
    <w:rsid w:val="00343B3E"/>
    <w:rsid w:val="00345ACC"/>
    <w:rsid w:val="00355F81"/>
    <w:rsid w:val="00356C40"/>
    <w:rsid w:val="00356FCD"/>
    <w:rsid w:val="00361915"/>
    <w:rsid w:val="00363AE2"/>
    <w:rsid w:val="00363BFB"/>
    <w:rsid w:val="00372DEF"/>
    <w:rsid w:val="00383827"/>
    <w:rsid w:val="00394F84"/>
    <w:rsid w:val="00396A23"/>
    <w:rsid w:val="003A08B0"/>
    <w:rsid w:val="003C0D8E"/>
    <w:rsid w:val="003C4324"/>
    <w:rsid w:val="003C4A3F"/>
    <w:rsid w:val="003D0DE4"/>
    <w:rsid w:val="003E0A2E"/>
    <w:rsid w:val="003E23CF"/>
    <w:rsid w:val="003F115B"/>
    <w:rsid w:val="003F2348"/>
    <w:rsid w:val="0040095D"/>
    <w:rsid w:val="00407EC8"/>
    <w:rsid w:val="00410301"/>
    <w:rsid w:val="00420D25"/>
    <w:rsid w:val="00425E65"/>
    <w:rsid w:val="00436506"/>
    <w:rsid w:val="0043784C"/>
    <w:rsid w:val="00440320"/>
    <w:rsid w:val="0044233A"/>
    <w:rsid w:val="00460B46"/>
    <w:rsid w:val="00467939"/>
    <w:rsid w:val="00473578"/>
    <w:rsid w:val="00476805"/>
    <w:rsid w:val="004835B9"/>
    <w:rsid w:val="00490597"/>
    <w:rsid w:val="00491E34"/>
    <w:rsid w:val="00494C53"/>
    <w:rsid w:val="004960AC"/>
    <w:rsid w:val="00496D7F"/>
    <w:rsid w:val="004A1736"/>
    <w:rsid w:val="004A59D7"/>
    <w:rsid w:val="004B203D"/>
    <w:rsid w:val="004B65E1"/>
    <w:rsid w:val="004D0AFD"/>
    <w:rsid w:val="004D4999"/>
    <w:rsid w:val="004E308D"/>
    <w:rsid w:val="004E6BD8"/>
    <w:rsid w:val="004F7418"/>
    <w:rsid w:val="00507B31"/>
    <w:rsid w:val="0051104A"/>
    <w:rsid w:val="005157A7"/>
    <w:rsid w:val="0052171D"/>
    <w:rsid w:val="00525211"/>
    <w:rsid w:val="00532B97"/>
    <w:rsid w:val="00541E43"/>
    <w:rsid w:val="00542AE4"/>
    <w:rsid w:val="005455FB"/>
    <w:rsid w:val="00550A33"/>
    <w:rsid w:val="00550C23"/>
    <w:rsid w:val="00550C86"/>
    <w:rsid w:val="00564C74"/>
    <w:rsid w:val="005851C9"/>
    <w:rsid w:val="005903B4"/>
    <w:rsid w:val="00590512"/>
    <w:rsid w:val="005B6FC1"/>
    <w:rsid w:val="005C577C"/>
    <w:rsid w:val="005C64D3"/>
    <w:rsid w:val="005D2EE4"/>
    <w:rsid w:val="005D48DA"/>
    <w:rsid w:val="005E1081"/>
    <w:rsid w:val="005E502B"/>
    <w:rsid w:val="00606B58"/>
    <w:rsid w:val="0061027A"/>
    <w:rsid w:val="00616E28"/>
    <w:rsid w:val="006174D5"/>
    <w:rsid w:val="0062390B"/>
    <w:rsid w:val="00624835"/>
    <w:rsid w:val="00627CDC"/>
    <w:rsid w:val="006344CF"/>
    <w:rsid w:val="006349BA"/>
    <w:rsid w:val="006360E1"/>
    <w:rsid w:val="0064049B"/>
    <w:rsid w:val="00646C80"/>
    <w:rsid w:val="00663B53"/>
    <w:rsid w:val="00667D52"/>
    <w:rsid w:val="00675683"/>
    <w:rsid w:val="006768D7"/>
    <w:rsid w:val="00683743"/>
    <w:rsid w:val="00683910"/>
    <w:rsid w:val="00686AFA"/>
    <w:rsid w:val="006915E6"/>
    <w:rsid w:val="006B1049"/>
    <w:rsid w:val="006B38EA"/>
    <w:rsid w:val="006D0739"/>
    <w:rsid w:val="006D395C"/>
    <w:rsid w:val="006D3CD7"/>
    <w:rsid w:val="006D488E"/>
    <w:rsid w:val="006E64CF"/>
    <w:rsid w:val="006E6EEA"/>
    <w:rsid w:val="006F1A02"/>
    <w:rsid w:val="006F3680"/>
    <w:rsid w:val="00704BBF"/>
    <w:rsid w:val="00706E32"/>
    <w:rsid w:val="007163A7"/>
    <w:rsid w:val="00724FB6"/>
    <w:rsid w:val="00733253"/>
    <w:rsid w:val="00733269"/>
    <w:rsid w:val="0073780F"/>
    <w:rsid w:val="00760C0A"/>
    <w:rsid w:val="007613B2"/>
    <w:rsid w:val="00762FA0"/>
    <w:rsid w:val="00776239"/>
    <w:rsid w:val="0077754D"/>
    <w:rsid w:val="00785E7B"/>
    <w:rsid w:val="00792B5D"/>
    <w:rsid w:val="007A3E43"/>
    <w:rsid w:val="007B086E"/>
    <w:rsid w:val="007B21A5"/>
    <w:rsid w:val="007B4F45"/>
    <w:rsid w:val="007B7275"/>
    <w:rsid w:val="007C1480"/>
    <w:rsid w:val="007C22D4"/>
    <w:rsid w:val="007C3C5B"/>
    <w:rsid w:val="007D11AE"/>
    <w:rsid w:val="007D1B4E"/>
    <w:rsid w:val="007D64CB"/>
    <w:rsid w:val="007E01D2"/>
    <w:rsid w:val="007E07CA"/>
    <w:rsid w:val="007E0D20"/>
    <w:rsid w:val="007E6D59"/>
    <w:rsid w:val="007F16AB"/>
    <w:rsid w:val="007F2AB6"/>
    <w:rsid w:val="007F482F"/>
    <w:rsid w:val="007F68A8"/>
    <w:rsid w:val="008014CC"/>
    <w:rsid w:val="00813CDB"/>
    <w:rsid w:val="00816D2F"/>
    <w:rsid w:val="008207A1"/>
    <w:rsid w:val="00833E52"/>
    <w:rsid w:val="00840D4C"/>
    <w:rsid w:val="00845FCB"/>
    <w:rsid w:val="0087293A"/>
    <w:rsid w:val="00884186"/>
    <w:rsid w:val="008846BA"/>
    <w:rsid w:val="008864E2"/>
    <w:rsid w:val="00891D46"/>
    <w:rsid w:val="00892474"/>
    <w:rsid w:val="008A08F1"/>
    <w:rsid w:val="008A1C36"/>
    <w:rsid w:val="008B03CD"/>
    <w:rsid w:val="008B06C6"/>
    <w:rsid w:val="008B1038"/>
    <w:rsid w:val="008B50F1"/>
    <w:rsid w:val="008B6A99"/>
    <w:rsid w:val="008C0A3A"/>
    <w:rsid w:val="008C31AA"/>
    <w:rsid w:val="008C678A"/>
    <w:rsid w:val="008C763C"/>
    <w:rsid w:val="008D6321"/>
    <w:rsid w:val="008E0C39"/>
    <w:rsid w:val="00902628"/>
    <w:rsid w:val="00930493"/>
    <w:rsid w:val="00932484"/>
    <w:rsid w:val="00932496"/>
    <w:rsid w:val="00933808"/>
    <w:rsid w:val="00942968"/>
    <w:rsid w:val="00950B4E"/>
    <w:rsid w:val="009551FE"/>
    <w:rsid w:val="009552CC"/>
    <w:rsid w:val="00974F15"/>
    <w:rsid w:val="00981982"/>
    <w:rsid w:val="00997F87"/>
    <w:rsid w:val="009A5288"/>
    <w:rsid w:val="009A7772"/>
    <w:rsid w:val="009A78DE"/>
    <w:rsid w:val="009B0147"/>
    <w:rsid w:val="009B4BC0"/>
    <w:rsid w:val="009B58BF"/>
    <w:rsid w:val="009C79A5"/>
    <w:rsid w:val="009D2654"/>
    <w:rsid w:val="009D3AA0"/>
    <w:rsid w:val="009F3156"/>
    <w:rsid w:val="009F62E4"/>
    <w:rsid w:val="00A0498B"/>
    <w:rsid w:val="00A055BD"/>
    <w:rsid w:val="00A05D25"/>
    <w:rsid w:val="00A06A67"/>
    <w:rsid w:val="00A17EBF"/>
    <w:rsid w:val="00A22025"/>
    <w:rsid w:val="00A229C5"/>
    <w:rsid w:val="00A26216"/>
    <w:rsid w:val="00A262D2"/>
    <w:rsid w:val="00A36506"/>
    <w:rsid w:val="00A36C79"/>
    <w:rsid w:val="00A4479A"/>
    <w:rsid w:val="00A54FAC"/>
    <w:rsid w:val="00A74E96"/>
    <w:rsid w:val="00A82454"/>
    <w:rsid w:val="00A85099"/>
    <w:rsid w:val="00A92FBB"/>
    <w:rsid w:val="00A9445B"/>
    <w:rsid w:val="00AA6DA9"/>
    <w:rsid w:val="00AB3F77"/>
    <w:rsid w:val="00AB688B"/>
    <w:rsid w:val="00AB7249"/>
    <w:rsid w:val="00AC121B"/>
    <w:rsid w:val="00AC42B7"/>
    <w:rsid w:val="00AD0B89"/>
    <w:rsid w:val="00AD1476"/>
    <w:rsid w:val="00AD4DB0"/>
    <w:rsid w:val="00AE44E3"/>
    <w:rsid w:val="00AE4B47"/>
    <w:rsid w:val="00AF00EA"/>
    <w:rsid w:val="00AF3BA8"/>
    <w:rsid w:val="00B06B48"/>
    <w:rsid w:val="00B367D1"/>
    <w:rsid w:val="00B443FF"/>
    <w:rsid w:val="00B541F1"/>
    <w:rsid w:val="00B5528E"/>
    <w:rsid w:val="00B65166"/>
    <w:rsid w:val="00B65EF2"/>
    <w:rsid w:val="00B70857"/>
    <w:rsid w:val="00B73486"/>
    <w:rsid w:val="00B75F16"/>
    <w:rsid w:val="00B7608B"/>
    <w:rsid w:val="00B77FA1"/>
    <w:rsid w:val="00BC16FF"/>
    <w:rsid w:val="00BE19BA"/>
    <w:rsid w:val="00BF0803"/>
    <w:rsid w:val="00C00E20"/>
    <w:rsid w:val="00C04726"/>
    <w:rsid w:val="00C11F5A"/>
    <w:rsid w:val="00C13D54"/>
    <w:rsid w:val="00C2611F"/>
    <w:rsid w:val="00C26ED7"/>
    <w:rsid w:val="00C32B5E"/>
    <w:rsid w:val="00C3418C"/>
    <w:rsid w:val="00C35EBF"/>
    <w:rsid w:val="00C37553"/>
    <w:rsid w:val="00C510FD"/>
    <w:rsid w:val="00C52479"/>
    <w:rsid w:val="00C67247"/>
    <w:rsid w:val="00C710EC"/>
    <w:rsid w:val="00C726E6"/>
    <w:rsid w:val="00C762A0"/>
    <w:rsid w:val="00C84CD3"/>
    <w:rsid w:val="00C93F78"/>
    <w:rsid w:val="00C94E2A"/>
    <w:rsid w:val="00CA10E0"/>
    <w:rsid w:val="00CC14A5"/>
    <w:rsid w:val="00CD0A55"/>
    <w:rsid w:val="00CD0EC4"/>
    <w:rsid w:val="00CD7E03"/>
    <w:rsid w:val="00CD7F76"/>
    <w:rsid w:val="00CE1661"/>
    <w:rsid w:val="00CE1DE0"/>
    <w:rsid w:val="00CE2B7E"/>
    <w:rsid w:val="00CE3F65"/>
    <w:rsid w:val="00CE75BB"/>
    <w:rsid w:val="00CF0857"/>
    <w:rsid w:val="00CF0910"/>
    <w:rsid w:val="00D03CF3"/>
    <w:rsid w:val="00D03D64"/>
    <w:rsid w:val="00D03F67"/>
    <w:rsid w:val="00D07D86"/>
    <w:rsid w:val="00D110ED"/>
    <w:rsid w:val="00D20D3D"/>
    <w:rsid w:val="00D2173D"/>
    <w:rsid w:val="00D22581"/>
    <w:rsid w:val="00D304FB"/>
    <w:rsid w:val="00D34001"/>
    <w:rsid w:val="00D41362"/>
    <w:rsid w:val="00D50EE9"/>
    <w:rsid w:val="00D61ABE"/>
    <w:rsid w:val="00D61C8A"/>
    <w:rsid w:val="00D632EB"/>
    <w:rsid w:val="00D77986"/>
    <w:rsid w:val="00D91C96"/>
    <w:rsid w:val="00D96B0E"/>
    <w:rsid w:val="00DA34FD"/>
    <w:rsid w:val="00DA5B27"/>
    <w:rsid w:val="00DA6808"/>
    <w:rsid w:val="00DA68D0"/>
    <w:rsid w:val="00DB6C30"/>
    <w:rsid w:val="00DC635A"/>
    <w:rsid w:val="00DD1E04"/>
    <w:rsid w:val="00DE3E0E"/>
    <w:rsid w:val="00DF7B55"/>
    <w:rsid w:val="00E03CC8"/>
    <w:rsid w:val="00E06651"/>
    <w:rsid w:val="00E13495"/>
    <w:rsid w:val="00E34C09"/>
    <w:rsid w:val="00E40EF1"/>
    <w:rsid w:val="00E42916"/>
    <w:rsid w:val="00E46CA7"/>
    <w:rsid w:val="00E552EE"/>
    <w:rsid w:val="00E56719"/>
    <w:rsid w:val="00E635B5"/>
    <w:rsid w:val="00E713DE"/>
    <w:rsid w:val="00E73783"/>
    <w:rsid w:val="00E737B0"/>
    <w:rsid w:val="00E85637"/>
    <w:rsid w:val="00E874EA"/>
    <w:rsid w:val="00E87899"/>
    <w:rsid w:val="00E9637D"/>
    <w:rsid w:val="00EA0A20"/>
    <w:rsid w:val="00EA0D6B"/>
    <w:rsid w:val="00EA3D7F"/>
    <w:rsid w:val="00EB3966"/>
    <w:rsid w:val="00EB599F"/>
    <w:rsid w:val="00EB629C"/>
    <w:rsid w:val="00EB7609"/>
    <w:rsid w:val="00EB7B20"/>
    <w:rsid w:val="00EC1F15"/>
    <w:rsid w:val="00EC5BAE"/>
    <w:rsid w:val="00EC792A"/>
    <w:rsid w:val="00ED1175"/>
    <w:rsid w:val="00EE26F1"/>
    <w:rsid w:val="00EE560A"/>
    <w:rsid w:val="00EF36DC"/>
    <w:rsid w:val="00F04FCF"/>
    <w:rsid w:val="00F07825"/>
    <w:rsid w:val="00F11C46"/>
    <w:rsid w:val="00F151AC"/>
    <w:rsid w:val="00F15C7A"/>
    <w:rsid w:val="00F248A7"/>
    <w:rsid w:val="00F302C2"/>
    <w:rsid w:val="00F372CE"/>
    <w:rsid w:val="00F565C9"/>
    <w:rsid w:val="00F60989"/>
    <w:rsid w:val="00F61F2E"/>
    <w:rsid w:val="00F70984"/>
    <w:rsid w:val="00F76019"/>
    <w:rsid w:val="00F76D3C"/>
    <w:rsid w:val="00F80DCD"/>
    <w:rsid w:val="00F86C00"/>
    <w:rsid w:val="00F92D58"/>
    <w:rsid w:val="00F94062"/>
    <w:rsid w:val="00F94B3C"/>
    <w:rsid w:val="00F97463"/>
    <w:rsid w:val="00F97560"/>
    <w:rsid w:val="00FB06DD"/>
    <w:rsid w:val="00FB7609"/>
    <w:rsid w:val="00FB783C"/>
    <w:rsid w:val="00FD1A06"/>
    <w:rsid w:val="00FD1F35"/>
    <w:rsid w:val="00FD799F"/>
    <w:rsid w:val="00FE65B7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849E5"/>
  <w15:docId w15:val="{AA002448-0193-4A4C-99B2-AC7B13A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D117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1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175"/>
    <w:pPr>
      <w:spacing w:after="160"/>
    </w:pPr>
    <w:rPr>
      <w:rFonts w:asciiTheme="minorHAnsi" w:eastAsiaTheme="minorHAnsi" w:hAnsiTheme="minorHAnsi" w:cstheme="minorBidi"/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175"/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rsid w:val="00ED11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160A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2611F"/>
    <w:rPr>
      <w:rFonts w:ascii="Calibri" w:eastAsiaTheme="minorHAnsi" w:hAnsi="Calibri" w:cstheme="minorBidi"/>
      <w:spacing w:val="0"/>
      <w:kern w:val="2"/>
      <w:position w:val="0"/>
      <w:sz w:val="22"/>
      <w:szCs w:val="21"/>
      <w:lang w:val="en-GB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C2611F"/>
    <w:rPr>
      <w:rFonts w:ascii="Calibri" w:eastAsiaTheme="minorHAnsi" w:hAnsi="Calibri" w:cstheme="minorBidi"/>
      <w:kern w:val="2"/>
      <w:sz w:val="22"/>
      <w:szCs w:val="21"/>
      <w:lang w:val="en-GB" w:eastAsia="en-U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9A3"/>
    <w:pPr>
      <w:spacing w:after="0"/>
    </w:pPr>
    <w:rPr>
      <w:rFonts w:ascii="Times New Roman" w:eastAsia="Times New Roman" w:hAnsi="Times New Roman" w:cs="Times New Roman"/>
      <w:b/>
      <w:bCs/>
      <w:spacing w:val="2"/>
      <w:position w:val="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9A3"/>
    <w:rPr>
      <w:rFonts w:asciiTheme="minorHAnsi" w:eastAsiaTheme="minorHAnsi" w:hAnsiTheme="minorHAnsi" w:cstheme="minorBidi"/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Downloads\kirjaplank_ee_20181113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 (2)</Template>
  <TotalTime>2</TotalTime>
  <Pages>2</Pages>
  <Words>196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1335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Elisabeth Ivask</dc:creator>
  <dc:description>Ver 6.0, 11.2018</dc:description>
  <cp:lastModifiedBy>Risto Sepp</cp:lastModifiedBy>
  <cp:revision>3</cp:revision>
  <cp:lastPrinted>2023-04-18T13:42:00Z</cp:lastPrinted>
  <dcterms:created xsi:type="dcterms:W3CDTF">2025-05-12T09:24:00Z</dcterms:created>
  <dcterms:modified xsi:type="dcterms:W3CDTF">2025-05-12T09:51:00Z</dcterms:modified>
</cp:coreProperties>
</file>